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C8B3E" w14:textId="77777777" w:rsidR="00F80FB0" w:rsidRPr="009E51CC" w:rsidRDefault="00F80FB0" w:rsidP="00C911A2">
      <w:pPr>
        <w:pStyle w:val="p3"/>
        <w:jc w:val="center"/>
        <w:rPr>
          <w:rFonts w:asciiTheme="majorBidi" w:hAnsiTheme="majorBidi" w:cstheme="majorBidi"/>
          <w:b/>
          <w:bCs/>
          <w:color w:val="auto"/>
          <w:sz w:val="32"/>
          <w:szCs w:val="32"/>
          <w:lang w:val="en-GB"/>
        </w:rPr>
      </w:pPr>
      <w:r w:rsidRPr="009E51CC">
        <w:rPr>
          <w:rStyle w:val="s4"/>
          <w:rFonts w:asciiTheme="majorBidi" w:hAnsiTheme="majorBidi" w:cstheme="majorBidi"/>
          <w:color w:val="auto"/>
          <w:sz w:val="32"/>
          <w:szCs w:val="32"/>
          <w:lang w:val="en-GB"/>
        </w:rPr>
        <w:t>Press release</w:t>
      </w:r>
    </w:p>
    <w:p w14:paraId="1DF68698" w14:textId="77777777" w:rsidR="00F80FB0" w:rsidRPr="009E51CC" w:rsidRDefault="00F80FB0" w:rsidP="005457CE">
      <w:pPr>
        <w:pStyle w:val="p3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5962A1F" w14:textId="65EBA072" w:rsidR="005457CE" w:rsidRPr="009E51CC" w:rsidRDefault="005457CE" w:rsidP="00C911A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9E51CC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EU Election Observation Mission calls for reforms and respect for rule of law to rebuild trust ahead of </w:t>
      </w:r>
      <w:r w:rsidR="00437AE6">
        <w:rPr>
          <w:rFonts w:asciiTheme="majorBidi" w:hAnsiTheme="majorBidi" w:cstheme="majorBidi"/>
          <w:b/>
          <w:bCs/>
          <w:sz w:val="32"/>
          <w:szCs w:val="32"/>
          <w:lang w:val="en-GB"/>
        </w:rPr>
        <w:t>p</w:t>
      </w:r>
      <w:r w:rsidRPr="009E51CC">
        <w:rPr>
          <w:rFonts w:asciiTheme="majorBidi" w:hAnsiTheme="majorBidi" w:cstheme="majorBidi"/>
          <w:b/>
          <w:bCs/>
          <w:sz w:val="32"/>
          <w:szCs w:val="32"/>
          <w:lang w:val="en-GB"/>
        </w:rPr>
        <w:t>residential election re-run</w:t>
      </w:r>
    </w:p>
    <w:p w14:paraId="3CDAA3E1" w14:textId="77777777" w:rsidR="005457CE" w:rsidRPr="007A66C8" w:rsidRDefault="005457CE" w:rsidP="009E51CC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14:paraId="2ACDC68E" w14:textId="2BD084DA" w:rsidR="005457CE" w:rsidRPr="009E51CC" w:rsidRDefault="005457CE" w:rsidP="009E51CC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bookmarkStart w:id="0" w:name="_GoBack"/>
      <w:r w:rsidRPr="009E51CC">
        <w:rPr>
          <w:rFonts w:asciiTheme="majorBidi" w:hAnsiTheme="majorBidi" w:cstheme="majorBidi"/>
          <w:sz w:val="24"/>
          <w:szCs w:val="24"/>
          <w:lang w:val="en-GB"/>
        </w:rPr>
        <w:t xml:space="preserve">Nairobi, </w:t>
      </w:r>
      <w:r w:rsidRPr="00025200">
        <w:rPr>
          <w:rFonts w:asciiTheme="majorBidi" w:hAnsiTheme="majorBidi" w:cstheme="majorBidi"/>
          <w:sz w:val="24"/>
          <w:szCs w:val="24"/>
          <w:lang w:val="en-GB"/>
        </w:rPr>
        <w:t>1</w:t>
      </w:r>
      <w:r w:rsidR="00C71C35" w:rsidRPr="00025200">
        <w:rPr>
          <w:rFonts w:asciiTheme="majorBidi" w:hAnsiTheme="majorBidi" w:cstheme="majorBidi"/>
          <w:sz w:val="24"/>
          <w:szCs w:val="24"/>
          <w:lang w:val="en-GB"/>
        </w:rPr>
        <w:t>4</w:t>
      </w:r>
      <w:r w:rsidRPr="009E51CC">
        <w:rPr>
          <w:rFonts w:asciiTheme="majorBidi" w:hAnsiTheme="majorBidi" w:cstheme="majorBidi"/>
          <w:sz w:val="24"/>
          <w:szCs w:val="24"/>
          <w:lang w:val="en-GB"/>
        </w:rPr>
        <w:t xml:space="preserve"> September 2017</w:t>
      </w:r>
    </w:p>
    <w:p w14:paraId="33470AEE" w14:textId="77777777" w:rsidR="005457CE" w:rsidRPr="007A66C8" w:rsidRDefault="005457CE" w:rsidP="009E51CC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14:paraId="477B2207" w14:textId="772A191C" w:rsidR="005457CE" w:rsidRPr="007A66C8" w:rsidRDefault="005457CE" w:rsidP="009E51CC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7A66C8">
        <w:rPr>
          <w:rFonts w:asciiTheme="majorBidi" w:hAnsiTheme="majorBidi" w:cstheme="majorBidi"/>
          <w:sz w:val="24"/>
          <w:szCs w:val="24"/>
          <w:lang w:val="en-GB"/>
        </w:rPr>
        <w:t xml:space="preserve">Marietje Schaake, Chief Observer of the European Union Election Observation Mission (EU EOM) Kenya 2017 and Member of the European Parliament from the Netherlands, suggests </w:t>
      </w:r>
      <w:r w:rsidR="0090257D">
        <w:rPr>
          <w:rFonts w:asciiTheme="majorBidi" w:hAnsiTheme="majorBidi" w:cstheme="majorBidi"/>
          <w:sz w:val="24"/>
          <w:szCs w:val="24"/>
          <w:lang w:val="en-GB"/>
        </w:rPr>
        <w:t>improvements to the electoral process</w:t>
      </w:r>
      <w:r w:rsidRPr="007A66C8">
        <w:rPr>
          <w:rFonts w:asciiTheme="majorBidi" w:hAnsiTheme="majorBidi" w:cstheme="majorBidi"/>
          <w:sz w:val="24"/>
          <w:szCs w:val="24"/>
          <w:lang w:val="en-GB"/>
        </w:rPr>
        <w:t xml:space="preserve"> ahead of the re-run of the </w:t>
      </w:r>
      <w:r w:rsidR="00437AE6" w:rsidRPr="007A66C8">
        <w:rPr>
          <w:rFonts w:asciiTheme="majorBidi" w:hAnsiTheme="majorBidi" w:cstheme="majorBidi"/>
          <w:sz w:val="24"/>
          <w:szCs w:val="24"/>
          <w:lang w:val="en-GB"/>
        </w:rPr>
        <w:t>p</w:t>
      </w:r>
      <w:r w:rsidRPr="007A66C8">
        <w:rPr>
          <w:rFonts w:asciiTheme="majorBidi" w:hAnsiTheme="majorBidi" w:cstheme="majorBidi"/>
          <w:sz w:val="24"/>
          <w:szCs w:val="24"/>
          <w:lang w:val="en-GB"/>
        </w:rPr>
        <w:t>residential election</w:t>
      </w:r>
      <w:r w:rsidR="00653D12" w:rsidRPr="007A66C8">
        <w:rPr>
          <w:rFonts w:asciiTheme="majorBidi" w:hAnsiTheme="majorBidi" w:cstheme="majorBidi"/>
          <w:sz w:val="24"/>
          <w:szCs w:val="24"/>
          <w:lang w:val="en-GB"/>
        </w:rPr>
        <w:t xml:space="preserve"> scheduled for 17 October</w:t>
      </w:r>
      <w:r w:rsidRPr="007A66C8">
        <w:rPr>
          <w:rFonts w:asciiTheme="majorBidi" w:hAnsiTheme="majorBidi" w:cstheme="majorBidi"/>
          <w:sz w:val="24"/>
          <w:szCs w:val="24"/>
          <w:lang w:val="en-GB"/>
        </w:rPr>
        <w:t>. </w:t>
      </w:r>
    </w:p>
    <w:p w14:paraId="59D55104" w14:textId="77777777" w:rsidR="005457CE" w:rsidRPr="007A66C8" w:rsidRDefault="005457CE" w:rsidP="009E51CC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14:paraId="6791E490" w14:textId="3D8272D5" w:rsidR="00653D12" w:rsidRPr="009E51CC" w:rsidRDefault="007A66C8" w:rsidP="009E51CC">
      <w:pPr>
        <w:pStyle w:val="gmail-p3"/>
        <w:spacing w:before="0" w:beforeAutospacing="0" w:after="0" w:afterAutospacing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EU EOM has been observing the electoral process in Kenya since June, and based on its findings to date is presenting its recommendations</w:t>
      </w:r>
      <w:r w:rsidR="00990A89">
        <w:rPr>
          <w:rFonts w:asciiTheme="majorBidi" w:hAnsiTheme="majorBidi" w:cstheme="majorBidi"/>
          <w:sz w:val="24"/>
          <w:szCs w:val="24"/>
        </w:rPr>
        <w:t xml:space="preserve"> for the re-run</w:t>
      </w:r>
      <w:r>
        <w:rPr>
          <w:rFonts w:asciiTheme="majorBidi" w:hAnsiTheme="majorBidi" w:cstheme="majorBidi"/>
          <w:sz w:val="24"/>
          <w:szCs w:val="24"/>
        </w:rPr>
        <w:t>. These</w:t>
      </w:r>
      <w:r w:rsidR="005457CE" w:rsidRPr="009E51C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are</w:t>
      </w:r>
      <w:r w:rsidR="00990A89">
        <w:rPr>
          <w:rFonts w:asciiTheme="majorBidi" w:hAnsiTheme="majorBidi" w:cstheme="majorBidi"/>
          <w:sz w:val="24"/>
          <w:szCs w:val="24"/>
        </w:rPr>
        <w:t xml:space="preserve"> intended to constructively contribute </w:t>
      </w:r>
      <w:r w:rsidR="005457CE" w:rsidRPr="009E51CC">
        <w:rPr>
          <w:rFonts w:asciiTheme="majorBidi" w:hAnsiTheme="majorBidi" w:cstheme="majorBidi"/>
          <w:sz w:val="24"/>
          <w:szCs w:val="24"/>
        </w:rPr>
        <w:t>to</w:t>
      </w:r>
      <w:r w:rsidR="00990A89">
        <w:rPr>
          <w:rFonts w:asciiTheme="majorBidi" w:hAnsiTheme="majorBidi" w:cstheme="majorBidi"/>
          <w:sz w:val="24"/>
          <w:szCs w:val="24"/>
        </w:rPr>
        <w:t xml:space="preserve"> the</w:t>
      </w:r>
      <w:r w:rsidR="00653D12" w:rsidRPr="009E51CC">
        <w:rPr>
          <w:rFonts w:asciiTheme="majorBidi" w:hAnsiTheme="majorBidi" w:cstheme="majorBidi"/>
          <w:sz w:val="24"/>
          <w:szCs w:val="24"/>
        </w:rPr>
        <w:t xml:space="preserve"> </w:t>
      </w:r>
      <w:r w:rsidR="00990A89">
        <w:rPr>
          <w:rFonts w:asciiTheme="majorBidi" w:hAnsiTheme="majorBidi" w:cstheme="majorBidi"/>
          <w:sz w:val="24"/>
          <w:szCs w:val="24"/>
        </w:rPr>
        <w:t xml:space="preserve">electoral </w:t>
      </w:r>
      <w:r w:rsidR="00653D12" w:rsidRPr="009E51CC">
        <w:rPr>
          <w:rFonts w:asciiTheme="majorBidi" w:hAnsiTheme="majorBidi" w:cstheme="majorBidi"/>
          <w:sz w:val="24"/>
          <w:szCs w:val="24"/>
        </w:rPr>
        <w:t>process</w:t>
      </w:r>
      <w:r w:rsidR="00990A89">
        <w:rPr>
          <w:rFonts w:asciiTheme="majorBidi" w:hAnsiTheme="majorBidi" w:cstheme="majorBidi"/>
          <w:sz w:val="24"/>
          <w:szCs w:val="24"/>
        </w:rPr>
        <w:t>, to support the fulfillment of</w:t>
      </w:r>
      <w:r w:rsidR="005457CE" w:rsidRPr="009E51CC">
        <w:rPr>
          <w:rFonts w:asciiTheme="majorBidi" w:hAnsiTheme="majorBidi" w:cstheme="majorBidi"/>
          <w:sz w:val="24"/>
          <w:szCs w:val="24"/>
        </w:rPr>
        <w:t xml:space="preserve"> the </w:t>
      </w:r>
      <w:r w:rsidR="00025200">
        <w:rPr>
          <w:rFonts w:asciiTheme="majorBidi" w:hAnsiTheme="majorBidi" w:cstheme="majorBidi"/>
          <w:sz w:val="24"/>
          <w:szCs w:val="24"/>
        </w:rPr>
        <w:t xml:space="preserve">political </w:t>
      </w:r>
      <w:r w:rsidR="005457CE" w:rsidRPr="009E51CC">
        <w:rPr>
          <w:rFonts w:asciiTheme="majorBidi" w:hAnsiTheme="majorBidi" w:cstheme="majorBidi"/>
          <w:sz w:val="24"/>
          <w:szCs w:val="24"/>
        </w:rPr>
        <w:t>rights of Kenyans. </w:t>
      </w:r>
      <w:r>
        <w:rPr>
          <w:rFonts w:asciiTheme="majorBidi" w:hAnsiTheme="majorBidi" w:cstheme="majorBidi"/>
          <w:sz w:val="24"/>
          <w:szCs w:val="24"/>
        </w:rPr>
        <w:t>The 18 r</w:t>
      </w:r>
      <w:r w:rsidR="005457CE" w:rsidRPr="009E51CC">
        <w:rPr>
          <w:rFonts w:asciiTheme="majorBidi" w:hAnsiTheme="majorBidi" w:cstheme="majorBidi"/>
          <w:sz w:val="24"/>
          <w:szCs w:val="24"/>
        </w:rPr>
        <w:t xml:space="preserve">ecommendations cover the tasks and responsibilities of the IEBC, political contenders, state agencies </w:t>
      </w:r>
      <w:r w:rsidR="00437AE6">
        <w:rPr>
          <w:rFonts w:asciiTheme="majorBidi" w:hAnsiTheme="majorBidi" w:cstheme="majorBidi"/>
          <w:sz w:val="24"/>
          <w:szCs w:val="24"/>
        </w:rPr>
        <w:t>and</w:t>
      </w:r>
      <w:r w:rsidR="005457CE" w:rsidRPr="009E51CC">
        <w:rPr>
          <w:rFonts w:asciiTheme="majorBidi" w:hAnsiTheme="majorBidi" w:cstheme="majorBidi"/>
          <w:sz w:val="24"/>
          <w:szCs w:val="24"/>
        </w:rPr>
        <w:t xml:space="preserve"> the media. </w:t>
      </w:r>
    </w:p>
    <w:p w14:paraId="62FA478B" w14:textId="77777777" w:rsidR="005457CE" w:rsidRPr="009E51CC" w:rsidRDefault="005457CE" w:rsidP="009E51CC">
      <w:pPr>
        <w:pStyle w:val="gmail-p3"/>
        <w:spacing w:before="0" w:beforeAutospacing="0" w:after="0" w:afterAutospacing="0"/>
        <w:rPr>
          <w:rFonts w:asciiTheme="majorBidi" w:hAnsiTheme="majorBidi" w:cstheme="majorBidi"/>
          <w:sz w:val="24"/>
          <w:szCs w:val="24"/>
        </w:rPr>
      </w:pPr>
    </w:p>
    <w:p w14:paraId="36979A87" w14:textId="6048E897" w:rsidR="005457CE" w:rsidRPr="009E51CC" w:rsidRDefault="005457CE" w:rsidP="009E51CC">
      <w:pPr>
        <w:pStyle w:val="gmail-p3"/>
        <w:spacing w:before="0" w:beforeAutospacing="0" w:after="0" w:afterAutospacing="0"/>
        <w:rPr>
          <w:rFonts w:asciiTheme="majorBidi" w:hAnsiTheme="majorBidi" w:cstheme="majorBidi"/>
          <w:sz w:val="24"/>
          <w:szCs w:val="24"/>
        </w:rPr>
      </w:pPr>
      <w:r w:rsidRPr="007A66C8">
        <w:rPr>
          <w:rFonts w:asciiTheme="majorBidi" w:hAnsiTheme="majorBidi" w:cstheme="majorBidi"/>
          <w:sz w:val="24"/>
          <w:szCs w:val="24"/>
          <w:lang w:val="en-GB"/>
        </w:rPr>
        <w:t xml:space="preserve">Suggested reforms include </w:t>
      </w:r>
      <w:r w:rsidR="00653D12" w:rsidRPr="009E51CC">
        <w:rPr>
          <w:rFonts w:asciiTheme="majorBidi" w:hAnsiTheme="majorBidi" w:cstheme="majorBidi"/>
          <w:sz w:val="24"/>
          <w:szCs w:val="24"/>
        </w:rPr>
        <w:t xml:space="preserve">the IEBC </w:t>
      </w:r>
      <w:r w:rsidRPr="007A66C8">
        <w:rPr>
          <w:rFonts w:asciiTheme="majorBidi" w:hAnsiTheme="majorBidi" w:cstheme="majorBidi"/>
          <w:sz w:val="24"/>
          <w:szCs w:val="24"/>
          <w:lang w:val="en-GB"/>
        </w:rPr>
        <w:t xml:space="preserve">developing and communicating </w:t>
      </w: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>more detailed procedures for the counting, tallying</w:t>
      </w:r>
      <w:r w:rsidR="007801CD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="00437AE6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transmission </w:t>
      </w:r>
      <w:r w:rsidR="007801CD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and transparency </w:t>
      </w: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>of results. Additionally, tests of procedures and technology as well as improv</w:t>
      </w:r>
      <w:r w:rsidR="007801CD">
        <w:rPr>
          <w:rFonts w:asciiTheme="majorBidi" w:hAnsiTheme="majorBidi" w:cstheme="majorBidi"/>
          <w:color w:val="000000"/>
          <w:sz w:val="24"/>
          <w:szCs w:val="24"/>
          <w:lang w:val="en-GB"/>
        </w:rPr>
        <w:t>ements to</w:t>
      </w: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the results transmission software and network coverage are called for</w:t>
      </w:r>
      <w:r w:rsidR="00653D12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. So too </w:t>
      </w:r>
      <w:r w:rsidR="00653D12" w:rsidRPr="009E51CC">
        <w:rPr>
          <w:rFonts w:asciiTheme="majorBidi" w:hAnsiTheme="majorBidi" w:cstheme="majorBidi"/>
          <w:sz w:val="24"/>
          <w:szCs w:val="24"/>
        </w:rPr>
        <w:t xml:space="preserve">that </w:t>
      </w:r>
      <w:r w:rsidR="00653D12" w:rsidRPr="009E51CC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party agents and the media comprehensively scrutinize constituency tallying </w:t>
      </w:r>
      <w:proofErr w:type="spellStart"/>
      <w:r w:rsidR="00653D12" w:rsidRPr="009E51CC">
        <w:rPr>
          <w:rFonts w:asciiTheme="majorBidi" w:eastAsia="Times New Roman" w:hAnsiTheme="majorBidi" w:cstheme="majorBidi"/>
          <w:color w:val="000000"/>
          <w:sz w:val="24"/>
          <w:szCs w:val="24"/>
        </w:rPr>
        <w:t>centres</w:t>
      </w:r>
      <w:proofErr w:type="spellEnd"/>
      <w:r w:rsidR="00653D12" w:rsidRPr="009E51CC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  <w:r w:rsidR="00653D12" w:rsidRPr="009E51CC">
        <w:rPr>
          <w:rFonts w:asciiTheme="majorBidi" w:hAnsiTheme="majorBidi" w:cstheme="majorBidi"/>
          <w:sz w:val="24"/>
          <w:szCs w:val="24"/>
        </w:rPr>
        <w:t xml:space="preserve"> </w:t>
      </w:r>
    </w:p>
    <w:p w14:paraId="7110109F" w14:textId="77777777" w:rsidR="005457CE" w:rsidRPr="009E51CC" w:rsidRDefault="005457CE" w:rsidP="009E51CC">
      <w:pPr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en-US"/>
        </w:rPr>
      </w:pPr>
    </w:p>
    <w:p w14:paraId="105A8CF7" w14:textId="41988239" w:rsidR="005457CE" w:rsidRPr="007A66C8" w:rsidRDefault="00407C92" w:rsidP="009E51CC">
      <w:pPr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en-GB"/>
        </w:rPr>
      </w:pP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>“</w:t>
      </w:r>
      <w:r w:rsidR="00DF2B4B">
        <w:rPr>
          <w:rFonts w:asciiTheme="majorBidi" w:hAnsiTheme="majorBidi" w:cstheme="majorBidi"/>
          <w:sz w:val="24"/>
          <w:szCs w:val="24"/>
          <w:lang w:val="en-GB"/>
        </w:rPr>
        <w:t>The re-run offers a key opportunity for Kenya to create a more robust democracy and</w:t>
      </w:r>
      <w:r w:rsidR="00DF2B4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rule of law. But this process is not automatic, requires hard work, and the rebuilding of trust. </w:t>
      </w:r>
      <w:r w:rsidR="005457CE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The recommended reforms should help the IEBC and others to rebuild </w:t>
      </w:r>
      <w:r w:rsidR="009E51CC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the </w:t>
      </w:r>
      <w:r w:rsidR="005457CE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confidence of Kenyans in their elections. It is essential that people come together and work together to serve all Kenyans, and the Constitution. Our EU </w:t>
      </w:r>
      <w:r w:rsidR="007801CD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election </w:t>
      </w:r>
      <w:r w:rsidR="005457CE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>observ</w:t>
      </w:r>
      <w:r w:rsidR="007801CD">
        <w:rPr>
          <w:rFonts w:asciiTheme="majorBidi" w:hAnsiTheme="majorBidi" w:cstheme="majorBidi"/>
          <w:color w:val="000000"/>
          <w:sz w:val="24"/>
          <w:szCs w:val="24"/>
          <w:lang w:val="en-GB"/>
        </w:rPr>
        <w:t>ation</w:t>
      </w:r>
      <w:r w:rsidR="005457CE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mission continues its impartial and independent observation work, also du</w:t>
      </w: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>ring the re-run</w:t>
      </w:r>
      <w:r w:rsidR="009E51CC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>”</w:t>
      </w:r>
      <w:r w:rsidR="005457CE"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Schaake said.</w:t>
      </w:r>
    </w:p>
    <w:p w14:paraId="7CDE941A" w14:textId="77777777" w:rsidR="005457CE" w:rsidRPr="007A66C8" w:rsidRDefault="005457CE" w:rsidP="009E51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01E4A861" w14:textId="5261AAE2" w:rsidR="009E51CC" w:rsidRPr="007A66C8" w:rsidRDefault="009E51CC" w:rsidP="009E51CC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She added: “We also believe </w:t>
      </w:r>
      <w:r w:rsidR="007801CD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that investigative </w:t>
      </w: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bodies should </w:t>
      </w:r>
      <w:r w:rsidR="007801CD">
        <w:rPr>
          <w:rFonts w:asciiTheme="majorBidi" w:hAnsiTheme="majorBidi" w:cstheme="majorBidi"/>
          <w:color w:val="000000"/>
          <w:sz w:val="24"/>
          <w:szCs w:val="24"/>
          <w:lang w:val="en-GB"/>
        </w:rPr>
        <w:t>be thorough and prompt in investigating</w:t>
      </w:r>
      <w:r w:rsidRPr="007A66C8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electoral offences so people at all levels are held to account.”</w:t>
      </w:r>
    </w:p>
    <w:p w14:paraId="3C1C3953" w14:textId="77777777" w:rsidR="009E51CC" w:rsidRPr="007A66C8" w:rsidRDefault="009E51CC" w:rsidP="009E51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21D005D0" w14:textId="5FD21F6E" w:rsidR="005457CE" w:rsidRDefault="005457CE" w:rsidP="009E51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A66C8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DF2B4B">
        <w:rPr>
          <w:rFonts w:asciiTheme="majorBidi" w:hAnsiTheme="majorBidi" w:cstheme="majorBidi"/>
          <w:sz w:val="24"/>
          <w:szCs w:val="24"/>
          <w:lang w:val="en-GB"/>
        </w:rPr>
        <w:t xml:space="preserve">EU </w:t>
      </w:r>
      <w:r w:rsidR="00990A89">
        <w:rPr>
          <w:rFonts w:asciiTheme="majorBidi" w:hAnsiTheme="majorBidi" w:cstheme="majorBidi"/>
          <w:sz w:val="24"/>
          <w:szCs w:val="24"/>
          <w:lang w:val="en-GB"/>
        </w:rPr>
        <w:t>EOM</w:t>
      </w:r>
      <w:r w:rsidRPr="007A66C8">
        <w:rPr>
          <w:rFonts w:asciiTheme="majorBidi" w:hAnsiTheme="majorBidi" w:cstheme="majorBidi"/>
          <w:sz w:val="24"/>
          <w:szCs w:val="24"/>
          <w:lang w:val="en-GB"/>
        </w:rPr>
        <w:t xml:space="preserve"> will be deploying long and short-term observers across the country before, during and after </w:t>
      </w:r>
      <w:proofErr w:type="gramStart"/>
      <w:r w:rsidRPr="007A66C8">
        <w:rPr>
          <w:rFonts w:asciiTheme="majorBidi" w:hAnsiTheme="majorBidi" w:cstheme="majorBidi"/>
          <w:sz w:val="24"/>
          <w:szCs w:val="24"/>
          <w:lang w:val="en-GB"/>
        </w:rPr>
        <w:t>election</w:t>
      </w:r>
      <w:r w:rsidR="007801CD">
        <w:rPr>
          <w:rFonts w:asciiTheme="majorBidi" w:hAnsiTheme="majorBidi" w:cstheme="majorBidi"/>
          <w:sz w:val="24"/>
          <w:szCs w:val="24"/>
          <w:lang w:val="en-GB"/>
        </w:rPr>
        <w:t xml:space="preserve"> day</w:t>
      </w:r>
      <w:proofErr w:type="gramEnd"/>
      <w:r w:rsidRPr="007A66C8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990A89">
        <w:rPr>
          <w:rFonts w:asciiTheme="majorBidi" w:hAnsiTheme="majorBidi" w:cstheme="majorBidi"/>
          <w:sz w:val="24"/>
          <w:szCs w:val="24"/>
          <w:lang w:val="en-GB"/>
        </w:rPr>
        <w:t xml:space="preserve"> The EU EOM will release a full final report with long-term recommendations some two months after completion of the entire electoral process, including the re-run.</w:t>
      </w:r>
    </w:p>
    <w:p w14:paraId="544E375A" w14:textId="77777777" w:rsidR="00990A89" w:rsidRPr="007A66C8" w:rsidRDefault="00990A89" w:rsidP="009E51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447BD32E" w14:textId="77777777" w:rsidR="00765B53" w:rsidRPr="007A66C8" w:rsidRDefault="00765B53" w:rsidP="009E51CC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14:paraId="5D6164A6" w14:textId="77777777" w:rsidR="00F80FB0" w:rsidRPr="009E51CC" w:rsidRDefault="00F80FB0" w:rsidP="009E51CC">
      <w:pPr>
        <w:pStyle w:val="p3"/>
        <w:rPr>
          <w:rStyle w:val="s1"/>
          <w:rFonts w:asciiTheme="majorBidi" w:hAnsiTheme="majorBidi" w:cstheme="majorBidi"/>
          <w:color w:val="auto"/>
          <w:sz w:val="24"/>
          <w:szCs w:val="24"/>
          <w:lang w:val="en-GB"/>
        </w:rPr>
      </w:pPr>
      <w:r w:rsidRPr="009E51CC">
        <w:rPr>
          <w:rStyle w:val="s1"/>
          <w:rFonts w:asciiTheme="majorBidi" w:hAnsiTheme="majorBidi" w:cstheme="majorBidi"/>
          <w:color w:val="auto"/>
          <w:sz w:val="24"/>
          <w:szCs w:val="24"/>
          <w:lang w:val="en-GB"/>
        </w:rPr>
        <w:t>For further information, please contact the press o</w:t>
      </w:r>
      <w:r w:rsidR="009E51CC">
        <w:rPr>
          <w:rStyle w:val="s1"/>
          <w:rFonts w:asciiTheme="majorBidi" w:hAnsiTheme="majorBidi" w:cstheme="majorBidi"/>
          <w:color w:val="auto"/>
          <w:sz w:val="24"/>
          <w:szCs w:val="24"/>
          <w:lang w:val="en-GB"/>
        </w:rPr>
        <w:t>fficer of the EU EOM Kenya 2017:</w:t>
      </w:r>
    </w:p>
    <w:p w14:paraId="7C5F2571" w14:textId="77777777" w:rsidR="00653D12" w:rsidRPr="009E51CC" w:rsidRDefault="00653D12" w:rsidP="009E51CC">
      <w:pPr>
        <w:pStyle w:val="p3"/>
        <w:rPr>
          <w:rStyle w:val="s1"/>
          <w:rFonts w:asciiTheme="majorBidi" w:hAnsiTheme="majorBidi" w:cstheme="majorBidi"/>
          <w:color w:val="auto"/>
          <w:sz w:val="24"/>
          <w:szCs w:val="24"/>
          <w:lang w:val="en-GB"/>
        </w:rPr>
      </w:pPr>
    </w:p>
    <w:p w14:paraId="692C6AE4" w14:textId="77777777" w:rsidR="00F80FB0" w:rsidRPr="009E51CC" w:rsidRDefault="00F80FB0" w:rsidP="009E51CC">
      <w:pPr>
        <w:pStyle w:val="p3"/>
        <w:rPr>
          <w:rFonts w:asciiTheme="majorBidi" w:hAnsiTheme="majorBidi" w:cstheme="majorBidi"/>
          <w:color w:val="auto"/>
          <w:sz w:val="24"/>
          <w:szCs w:val="24"/>
          <w:lang w:val="en-GB"/>
        </w:rPr>
      </w:pPr>
      <w:r w:rsidRPr="009E51CC">
        <w:rPr>
          <w:rStyle w:val="s6"/>
          <w:rFonts w:asciiTheme="majorBidi" w:hAnsiTheme="majorBidi" w:cstheme="majorBidi"/>
          <w:i w:val="0"/>
          <w:iCs w:val="0"/>
          <w:color w:val="auto"/>
          <w:sz w:val="24"/>
          <w:szCs w:val="24"/>
          <w:lang w:val="en-GB"/>
        </w:rPr>
        <w:t>Paul Anderson,</w:t>
      </w:r>
    </w:p>
    <w:p w14:paraId="680D9CFE" w14:textId="77777777" w:rsidR="00F80FB0" w:rsidRPr="009E51CC" w:rsidRDefault="00F80FB0" w:rsidP="009E51CC">
      <w:pPr>
        <w:pStyle w:val="p3"/>
        <w:rPr>
          <w:rFonts w:asciiTheme="majorBidi" w:hAnsiTheme="majorBidi" w:cstheme="majorBidi"/>
          <w:color w:val="auto"/>
          <w:sz w:val="24"/>
          <w:szCs w:val="24"/>
          <w:lang w:val="en-GB"/>
        </w:rPr>
      </w:pPr>
      <w:r w:rsidRPr="009E51CC">
        <w:rPr>
          <w:rStyle w:val="s6"/>
          <w:rFonts w:asciiTheme="majorBidi" w:hAnsiTheme="majorBidi" w:cstheme="majorBidi"/>
          <w:i w:val="0"/>
          <w:iCs w:val="0"/>
          <w:color w:val="auto"/>
          <w:sz w:val="24"/>
          <w:szCs w:val="24"/>
          <w:lang w:val="en-GB"/>
        </w:rPr>
        <w:t>Press and Public Outreach Officer,</w:t>
      </w:r>
    </w:p>
    <w:p w14:paraId="6D4CB940" w14:textId="77777777" w:rsidR="00F80FB0" w:rsidRPr="009E51CC" w:rsidRDefault="00F80FB0" w:rsidP="009E51CC">
      <w:pPr>
        <w:pStyle w:val="p3"/>
        <w:rPr>
          <w:rFonts w:asciiTheme="majorBidi" w:hAnsiTheme="majorBidi" w:cstheme="majorBidi"/>
          <w:color w:val="auto"/>
          <w:sz w:val="24"/>
          <w:szCs w:val="24"/>
          <w:lang w:val="en-GB"/>
        </w:rPr>
      </w:pPr>
      <w:r w:rsidRPr="009E51CC">
        <w:rPr>
          <w:rStyle w:val="s6"/>
          <w:rFonts w:asciiTheme="majorBidi" w:hAnsiTheme="majorBidi" w:cstheme="majorBidi"/>
          <w:i w:val="0"/>
          <w:iCs w:val="0"/>
          <w:color w:val="auto"/>
          <w:sz w:val="24"/>
          <w:szCs w:val="24"/>
          <w:lang w:val="en-GB"/>
        </w:rPr>
        <w:t>EU Election Observation Mission Kenya 2017</w:t>
      </w:r>
    </w:p>
    <w:p w14:paraId="336BCB8E" w14:textId="77777777" w:rsidR="00B83BAB" w:rsidRPr="009E51CC" w:rsidRDefault="00D4475E" w:rsidP="005457CE">
      <w:pPr>
        <w:pStyle w:val="p6"/>
        <w:rPr>
          <w:rStyle w:val="s8"/>
          <w:rFonts w:asciiTheme="majorBidi" w:hAnsiTheme="majorBidi" w:cstheme="majorBidi"/>
          <w:i w:val="0"/>
          <w:iCs w:val="0"/>
          <w:color w:val="0070C0"/>
          <w:sz w:val="24"/>
          <w:szCs w:val="24"/>
          <w:lang w:val="en-GB"/>
        </w:rPr>
      </w:pPr>
      <w:hyperlink r:id="rId7" w:history="1">
        <w:r w:rsidR="00F80FB0" w:rsidRPr="009E51CC">
          <w:rPr>
            <w:rStyle w:val="Hyperlink"/>
            <w:rFonts w:asciiTheme="majorBidi" w:hAnsiTheme="majorBidi" w:cstheme="majorBidi"/>
            <w:color w:val="0070C0"/>
            <w:sz w:val="24"/>
            <w:szCs w:val="24"/>
            <w:lang w:val="en-GB"/>
          </w:rPr>
          <w:t>paul.anderson@eueomkenya2017.eu</w:t>
        </w:r>
      </w:hyperlink>
      <w:r w:rsidR="00F80FB0" w:rsidRPr="009E51CC">
        <w:rPr>
          <w:rStyle w:val="s8"/>
          <w:rFonts w:asciiTheme="majorBidi" w:hAnsiTheme="majorBidi" w:cstheme="majorBidi"/>
          <w:i w:val="0"/>
          <w:iCs w:val="0"/>
          <w:color w:val="0070C0"/>
          <w:sz w:val="24"/>
          <w:szCs w:val="24"/>
          <w:lang w:val="en-GB"/>
        </w:rPr>
        <w:t xml:space="preserve">  </w:t>
      </w:r>
    </w:p>
    <w:p w14:paraId="496CD170" w14:textId="77777777" w:rsidR="00F80FB0" w:rsidRPr="009E51CC" w:rsidRDefault="00653D12" w:rsidP="005457CE">
      <w:pPr>
        <w:pStyle w:val="p6"/>
        <w:rPr>
          <w:rStyle w:val="s9"/>
          <w:rFonts w:asciiTheme="majorBidi" w:hAnsiTheme="majorBidi" w:cstheme="majorBidi"/>
          <w:i w:val="0"/>
          <w:iCs w:val="0"/>
          <w:color w:val="0070C0"/>
          <w:sz w:val="24"/>
          <w:szCs w:val="24"/>
          <w:lang w:val="en-GB"/>
        </w:rPr>
      </w:pPr>
      <w:r w:rsidRPr="009E51CC">
        <w:rPr>
          <w:rStyle w:val="s8"/>
          <w:rFonts w:asciiTheme="majorBidi" w:hAnsiTheme="majorBidi" w:cstheme="majorBidi"/>
          <w:i w:val="0"/>
          <w:iCs w:val="0"/>
          <w:color w:val="0070C0"/>
          <w:sz w:val="24"/>
          <w:szCs w:val="24"/>
          <w:lang w:val="en-GB"/>
        </w:rPr>
        <w:t>m</w:t>
      </w:r>
      <w:r w:rsidR="00B83BAB" w:rsidRPr="009E51CC">
        <w:rPr>
          <w:rStyle w:val="s8"/>
          <w:rFonts w:asciiTheme="majorBidi" w:hAnsiTheme="majorBidi" w:cstheme="majorBidi"/>
          <w:i w:val="0"/>
          <w:iCs w:val="0"/>
          <w:color w:val="0070C0"/>
          <w:sz w:val="24"/>
          <w:szCs w:val="24"/>
          <w:lang w:val="en-GB"/>
        </w:rPr>
        <w:t xml:space="preserve">ob: </w:t>
      </w:r>
      <w:hyperlink r:id="rId8" w:history="1">
        <w:r w:rsidR="00F80FB0" w:rsidRPr="009E51CC">
          <w:rPr>
            <w:rStyle w:val="s9"/>
            <w:rFonts w:asciiTheme="majorBidi" w:hAnsiTheme="majorBidi" w:cstheme="majorBidi"/>
            <w:i w:val="0"/>
            <w:iCs w:val="0"/>
            <w:color w:val="0070C0"/>
            <w:sz w:val="24"/>
            <w:szCs w:val="24"/>
          </w:rPr>
          <w:t>+ 254 0740 033217</w:t>
        </w:r>
      </w:hyperlink>
    </w:p>
    <w:bookmarkEnd w:id="0"/>
    <w:p w14:paraId="6EABA122" w14:textId="77777777" w:rsidR="00D26081" w:rsidRPr="009E51CC" w:rsidRDefault="00D26081" w:rsidP="00AA3E11">
      <w:pPr>
        <w:pStyle w:val="p6"/>
        <w:rPr>
          <w:rFonts w:asciiTheme="majorBidi" w:hAnsiTheme="majorBidi" w:cstheme="majorBidi"/>
          <w:color w:val="0070C0"/>
          <w:sz w:val="24"/>
          <w:szCs w:val="24"/>
          <w:lang w:val="en-GB"/>
        </w:rPr>
      </w:pPr>
    </w:p>
    <w:sectPr w:rsidR="00D26081" w:rsidRPr="009E51CC" w:rsidSect="00804F64">
      <w:footerReference w:type="default" r:id="rId9"/>
      <w:headerReference w:type="first" r:id="rId10"/>
      <w:footerReference w:type="first" r:id="rId11"/>
      <w:pgSz w:w="11906" w:h="16838"/>
      <w:pgMar w:top="1417" w:right="1133" w:bottom="1134" w:left="1134" w:header="1701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A4937" w14:textId="77777777" w:rsidR="00D719D2" w:rsidRDefault="00D719D2" w:rsidP="00AB63A2">
      <w:pPr>
        <w:spacing w:after="0" w:line="240" w:lineRule="auto"/>
      </w:pPr>
      <w:r>
        <w:separator/>
      </w:r>
    </w:p>
  </w:endnote>
  <w:endnote w:type="continuationSeparator" w:id="0">
    <w:p w14:paraId="5545AD6D" w14:textId="77777777" w:rsidR="00D719D2" w:rsidRDefault="00D719D2" w:rsidP="00AB6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.SF UI Text">
    <w:altName w:val="Cambria"/>
    <w:panose1 w:val="00000000000000000000"/>
    <w:charset w:val="00"/>
    <w:family w:val="roman"/>
    <w:notTrueType/>
    <w:pitch w:val="default"/>
  </w:font>
  <w:font w:name=".SFUIText">
    <w:altName w:val="Cambria"/>
    <w:panose1 w:val="00000000000000000000"/>
    <w:charset w:val="00"/>
    <w:family w:val="roman"/>
    <w:notTrueType/>
    <w:pitch w:val="default"/>
  </w:font>
  <w:font w:name=".SFUIText-Bold">
    <w:altName w:val="Cambria"/>
    <w:panose1 w:val="00000000000000000000"/>
    <w:charset w:val="00"/>
    <w:family w:val="roman"/>
    <w:notTrueType/>
    <w:pitch w:val="default"/>
  </w:font>
  <w:font w:name=".SFUIText-Ital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9C2C9" w14:textId="77777777" w:rsidR="008A3267" w:rsidRPr="005A5E96" w:rsidRDefault="008A3267" w:rsidP="008A3267">
    <w:pPr>
      <w:pStyle w:val="Footer"/>
      <w:jc w:val="center"/>
      <w:rPr>
        <w:color w:val="365F91"/>
        <w:sz w:val="16"/>
        <w:szCs w:val="16"/>
        <w:lang w:val="en-US"/>
      </w:rPr>
    </w:pPr>
    <w:r>
      <w:rPr>
        <w:color w:val="365F91"/>
        <w:sz w:val="16"/>
        <w:szCs w:val="16"/>
        <w:lang w:val="en-US"/>
      </w:rPr>
      <w:t>EU Election Observation Mission to Kenya, 2017</w:t>
    </w:r>
  </w:p>
  <w:p w14:paraId="5692806B" w14:textId="77777777" w:rsidR="008A3267" w:rsidRDefault="008A3267" w:rsidP="008A3267">
    <w:pPr>
      <w:pStyle w:val="Footer"/>
      <w:jc w:val="center"/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</w:pP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Radisson Blu Hotel, 3</w:t>
    </w:r>
    <w:r w:rsidRPr="005B04D8">
      <w:rPr>
        <w:rFonts w:asciiTheme="majorHAnsi" w:hAnsiTheme="majorHAnsi" w:cstheme="majorHAnsi"/>
        <w:i/>
        <w:iCs/>
        <w:color w:val="365F91"/>
        <w:sz w:val="16"/>
        <w:szCs w:val="16"/>
        <w:vertAlign w:val="superscript"/>
        <w:lang w:val="en-US"/>
      </w:rPr>
      <w:t>rd</w:t>
    </w: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 xml:space="preserve"> Floor, Elgon Road</w:t>
    </w:r>
    <w:r w:rsidRPr="005A5E96"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 xml:space="preserve">, </w:t>
    </w: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Nairobi, Kenya.</w:t>
    </w:r>
  </w:p>
  <w:p w14:paraId="4D557C2F" w14:textId="77777777" w:rsidR="008A3267" w:rsidRPr="005A5E96" w:rsidRDefault="008A3267" w:rsidP="008A3267">
    <w:pPr>
      <w:pStyle w:val="Footer"/>
      <w:jc w:val="center"/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</w:pP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+254 740 033 231</w:t>
    </w:r>
  </w:p>
  <w:p w14:paraId="638A05D1" w14:textId="77777777" w:rsidR="008A3267" w:rsidRPr="00642380" w:rsidRDefault="008A3267" w:rsidP="008A3267">
    <w:pPr>
      <w:pStyle w:val="Footer"/>
      <w:jc w:val="center"/>
      <w:rPr>
        <w:rFonts w:asciiTheme="majorHAnsi" w:hAnsiTheme="majorHAnsi" w:cstheme="majorHAnsi"/>
        <w:color w:val="365F91"/>
        <w:sz w:val="12"/>
        <w:szCs w:val="12"/>
        <w:lang w:val="en-US"/>
      </w:rPr>
    </w:pPr>
    <w:proofErr w:type="gramStart"/>
    <w:r w:rsidRPr="005B04D8">
      <w:rPr>
        <w:color w:val="2F5496" w:themeColor="accent5" w:themeShade="BF"/>
        <w:sz w:val="16"/>
        <w:szCs w:val="16"/>
      </w:rPr>
      <w:t>www.eueom.eu/kenya2017</w:t>
    </w:r>
    <w:hyperlink r:id="rId1" w:history="1"/>
    <w:r w:rsidRPr="005B04D8">
      <w:rPr>
        <w:rFonts w:asciiTheme="majorHAnsi" w:hAnsiTheme="majorHAnsi" w:cstheme="majorHAnsi"/>
        <w:color w:val="2F5496" w:themeColor="accent5" w:themeShade="BF"/>
        <w:sz w:val="16"/>
        <w:szCs w:val="16"/>
        <w:lang w:val="en-US"/>
      </w:rPr>
      <w:t xml:space="preserve"> </w:t>
    </w:r>
    <w:r>
      <w:rPr>
        <w:rFonts w:asciiTheme="majorHAnsi" w:hAnsiTheme="majorHAnsi" w:cstheme="majorHAnsi"/>
        <w:color w:val="2F5496" w:themeColor="accent5" w:themeShade="BF"/>
        <w:sz w:val="16"/>
        <w:szCs w:val="16"/>
        <w:lang w:val="en-US"/>
      </w:rPr>
      <w:t>.</w:t>
    </w:r>
    <w:proofErr w:type="gramEnd"/>
    <w:r w:rsidRPr="005B04D8">
      <w:rPr>
        <w:rFonts w:asciiTheme="majorHAnsi" w:hAnsiTheme="majorHAnsi" w:cstheme="majorHAnsi"/>
        <w:color w:val="365F91"/>
        <w:sz w:val="16"/>
        <w:szCs w:val="16"/>
        <w:lang w:val="en-US"/>
      </w:rPr>
      <w:t xml:space="preserve"> </w:t>
    </w:r>
    <w:r>
      <w:rPr>
        <w:rFonts w:asciiTheme="majorHAnsi" w:hAnsiTheme="majorHAnsi" w:cstheme="majorHAnsi"/>
        <w:color w:val="365F91"/>
        <w:sz w:val="16"/>
        <w:szCs w:val="16"/>
        <w:lang w:val="en-US"/>
      </w:rPr>
      <w:t>FB: www.facebook.com/</w:t>
    </w:r>
    <w:proofErr w:type="gramStart"/>
    <w:r>
      <w:rPr>
        <w:rFonts w:asciiTheme="majorHAnsi" w:hAnsiTheme="majorHAnsi" w:cstheme="majorHAnsi"/>
        <w:color w:val="365F91"/>
        <w:sz w:val="16"/>
        <w:szCs w:val="16"/>
        <w:lang w:val="en-US"/>
      </w:rPr>
      <w:t>kenya2017 .</w:t>
    </w:r>
    <w:proofErr w:type="gramEnd"/>
    <w:r w:rsidRPr="005B04D8">
      <w:rPr>
        <w:rFonts w:asciiTheme="majorHAnsi" w:hAnsiTheme="majorHAnsi" w:cstheme="majorHAnsi"/>
        <w:color w:val="365F91"/>
        <w:sz w:val="16"/>
        <w:szCs w:val="16"/>
        <w:lang w:val="en-US"/>
      </w:rPr>
      <w:t xml:space="preserve"> Twitter handle: @eueomkenya2017</w:t>
    </w:r>
  </w:p>
  <w:p w14:paraId="410E0E99" w14:textId="77777777" w:rsidR="007725E1" w:rsidRPr="008A3267" w:rsidRDefault="007725E1" w:rsidP="008A32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AC088" w14:textId="77777777" w:rsidR="00642380" w:rsidRPr="005A5E96" w:rsidRDefault="005B04D8" w:rsidP="00642380">
    <w:pPr>
      <w:pStyle w:val="Footer"/>
      <w:jc w:val="center"/>
      <w:rPr>
        <w:color w:val="365F91"/>
        <w:sz w:val="16"/>
        <w:szCs w:val="16"/>
        <w:lang w:val="en-US"/>
      </w:rPr>
    </w:pPr>
    <w:r>
      <w:rPr>
        <w:color w:val="365F91"/>
        <w:sz w:val="16"/>
        <w:szCs w:val="16"/>
        <w:lang w:val="en-US"/>
      </w:rPr>
      <w:t>EU E</w:t>
    </w:r>
    <w:r w:rsidR="004F77D9">
      <w:rPr>
        <w:color w:val="365F91"/>
        <w:sz w:val="16"/>
        <w:szCs w:val="16"/>
        <w:lang w:val="en-US"/>
      </w:rPr>
      <w:t xml:space="preserve">lection </w:t>
    </w:r>
    <w:r>
      <w:rPr>
        <w:color w:val="365F91"/>
        <w:sz w:val="16"/>
        <w:szCs w:val="16"/>
        <w:lang w:val="en-US"/>
      </w:rPr>
      <w:t>O</w:t>
    </w:r>
    <w:r w:rsidR="004F77D9">
      <w:rPr>
        <w:color w:val="365F91"/>
        <w:sz w:val="16"/>
        <w:szCs w:val="16"/>
        <w:lang w:val="en-US"/>
      </w:rPr>
      <w:t xml:space="preserve">bservation </w:t>
    </w:r>
    <w:r>
      <w:rPr>
        <w:color w:val="365F91"/>
        <w:sz w:val="16"/>
        <w:szCs w:val="16"/>
        <w:lang w:val="en-US"/>
      </w:rPr>
      <w:t>M</w:t>
    </w:r>
    <w:r w:rsidR="004F77D9">
      <w:rPr>
        <w:color w:val="365F91"/>
        <w:sz w:val="16"/>
        <w:szCs w:val="16"/>
        <w:lang w:val="en-US"/>
      </w:rPr>
      <w:t>ission to Kenya, 2017</w:t>
    </w:r>
  </w:p>
  <w:p w14:paraId="3D391A31" w14:textId="77777777" w:rsidR="00642380" w:rsidRDefault="005B04D8" w:rsidP="00642380">
    <w:pPr>
      <w:pStyle w:val="Footer"/>
      <w:jc w:val="center"/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</w:pP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Radisson Blu Hotel, 3</w:t>
    </w:r>
    <w:r w:rsidRPr="005B04D8">
      <w:rPr>
        <w:rFonts w:asciiTheme="majorHAnsi" w:hAnsiTheme="majorHAnsi" w:cstheme="majorHAnsi"/>
        <w:i/>
        <w:iCs/>
        <w:color w:val="365F91"/>
        <w:sz w:val="16"/>
        <w:szCs w:val="16"/>
        <w:vertAlign w:val="superscript"/>
        <w:lang w:val="en-US"/>
      </w:rPr>
      <w:t>rd</w:t>
    </w: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 xml:space="preserve"> Floor, Elgon Road</w:t>
    </w:r>
    <w:r w:rsidR="00642380" w:rsidRPr="005A5E96"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 xml:space="preserve">, </w:t>
    </w: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Nairobi</w:t>
    </w:r>
    <w:r w:rsidR="00642380"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 xml:space="preserve">, </w:t>
    </w: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Kenya.</w:t>
    </w:r>
  </w:p>
  <w:p w14:paraId="52AE9C25" w14:textId="77777777" w:rsidR="005B04D8" w:rsidRPr="005A5E96" w:rsidRDefault="005B04D8" w:rsidP="00642380">
    <w:pPr>
      <w:pStyle w:val="Footer"/>
      <w:jc w:val="center"/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</w:pP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+254</w:t>
    </w:r>
    <w:r w:rsidR="00FA76F4"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 xml:space="preserve"> </w:t>
    </w: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740</w:t>
    </w:r>
    <w:r w:rsidR="00FA76F4"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 xml:space="preserve"> </w:t>
    </w:r>
    <w:r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0</w:t>
    </w:r>
    <w:r w:rsidR="00FA76F4">
      <w:rPr>
        <w:rFonts w:asciiTheme="majorHAnsi" w:hAnsiTheme="majorHAnsi" w:cstheme="majorHAnsi"/>
        <w:i/>
        <w:iCs/>
        <w:color w:val="365F91"/>
        <w:sz w:val="16"/>
        <w:szCs w:val="16"/>
        <w:lang w:val="en-US"/>
      </w:rPr>
      <w:t>33 231</w:t>
    </w:r>
  </w:p>
  <w:p w14:paraId="0FA92930" w14:textId="77777777" w:rsidR="00ED06FB" w:rsidRPr="00642380" w:rsidRDefault="005B04D8" w:rsidP="00642380">
    <w:pPr>
      <w:pStyle w:val="Footer"/>
      <w:jc w:val="center"/>
      <w:rPr>
        <w:rFonts w:asciiTheme="majorHAnsi" w:hAnsiTheme="majorHAnsi" w:cstheme="majorHAnsi"/>
        <w:color w:val="365F91"/>
        <w:sz w:val="12"/>
        <w:szCs w:val="12"/>
        <w:lang w:val="en-US"/>
      </w:rPr>
    </w:pPr>
    <w:proofErr w:type="gramStart"/>
    <w:r w:rsidRPr="005B04D8">
      <w:rPr>
        <w:color w:val="2F5496" w:themeColor="accent5" w:themeShade="BF"/>
        <w:sz w:val="16"/>
        <w:szCs w:val="16"/>
      </w:rPr>
      <w:t>www.eueom.eu/kenya2017</w:t>
    </w:r>
    <w:hyperlink r:id="rId1" w:history="1"/>
    <w:r w:rsidR="00642380" w:rsidRPr="005B04D8">
      <w:rPr>
        <w:rFonts w:asciiTheme="majorHAnsi" w:hAnsiTheme="majorHAnsi" w:cstheme="majorHAnsi"/>
        <w:color w:val="2F5496" w:themeColor="accent5" w:themeShade="BF"/>
        <w:sz w:val="16"/>
        <w:szCs w:val="16"/>
        <w:lang w:val="en-US"/>
      </w:rPr>
      <w:t xml:space="preserve"> </w:t>
    </w:r>
    <w:r w:rsidR="004F77D9">
      <w:rPr>
        <w:rFonts w:asciiTheme="majorHAnsi" w:hAnsiTheme="majorHAnsi" w:cstheme="majorHAnsi"/>
        <w:color w:val="2F5496" w:themeColor="accent5" w:themeShade="BF"/>
        <w:sz w:val="16"/>
        <w:szCs w:val="16"/>
        <w:lang w:val="en-US"/>
      </w:rPr>
      <w:t>.</w:t>
    </w:r>
    <w:proofErr w:type="gramEnd"/>
    <w:r w:rsidRPr="005B04D8">
      <w:rPr>
        <w:rFonts w:asciiTheme="majorHAnsi" w:hAnsiTheme="majorHAnsi" w:cstheme="majorHAnsi"/>
        <w:color w:val="365F91"/>
        <w:sz w:val="16"/>
        <w:szCs w:val="16"/>
        <w:lang w:val="en-US"/>
      </w:rPr>
      <w:t xml:space="preserve"> </w:t>
    </w:r>
    <w:r>
      <w:rPr>
        <w:rFonts w:asciiTheme="majorHAnsi" w:hAnsiTheme="majorHAnsi" w:cstheme="majorHAnsi"/>
        <w:color w:val="365F91"/>
        <w:sz w:val="16"/>
        <w:szCs w:val="16"/>
        <w:lang w:val="en-US"/>
      </w:rPr>
      <w:t xml:space="preserve">FB: </w:t>
    </w:r>
    <w:r w:rsidR="00FA76F4">
      <w:rPr>
        <w:rFonts w:asciiTheme="majorHAnsi" w:hAnsiTheme="majorHAnsi" w:cstheme="majorHAnsi"/>
        <w:color w:val="365F91"/>
        <w:sz w:val="16"/>
        <w:szCs w:val="16"/>
        <w:lang w:val="en-US"/>
      </w:rPr>
      <w:t>www.facebook.com/</w:t>
    </w:r>
    <w:proofErr w:type="gramStart"/>
    <w:r w:rsidR="004F77D9">
      <w:rPr>
        <w:rFonts w:asciiTheme="majorHAnsi" w:hAnsiTheme="majorHAnsi" w:cstheme="majorHAnsi"/>
        <w:color w:val="365F91"/>
        <w:sz w:val="16"/>
        <w:szCs w:val="16"/>
        <w:lang w:val="en-US"/>
      </w:rPr>
      <w:t>kenya2017 .</w:t>
    </w:r>
    <w:proofErr w:type="gramEnd"/>
    <w:r w:rsidRPr="005B04D8">
      <w:rPr>
        <w:rFonts w:asciiTheme="majorHAnsi" w:hAnsiTheme="majorHAnsi" w:cstheme="majorHAnsi"/>
        <w:color w:val="365F91"/>
        <w:sz w:val="16"/>
        <w:szCs w:val="16"/>
        <w:lang w:val="en-US"/>
      </w:rPr>
      <w:t xml:space="preserve"> Twitter handle: @eueomkenya2017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3D791" w14:textId="77777777" w:rsidR="00D719D2" w:rsidRDefault="00D719D2" w:rsidP="00AB63A2">
      <w:pPr>
        <w:spacing w:after="0" w:line="240" w:lineRule="auto"/>
      </w:pPr>
      <w:r>
        <w:separator/>
      </w:r>
    </w:p>
  </w:footnote>
  <w:footnote w:type="continuationSeparator" w:id="0">
    <w:p w14:paraId="361D5831" w14:textId="77777777" w:rsidR="00D719D2" w:rsidRDefault="00D719D2" w:rsidP="00AB6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F28BE" w14:textId="77777777" w:rsidR="00D73897" w:rsidRDefault="00D73897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46AC2B0" wp14:editId="3EBBC130">
              <wp:simplePos x="0" y="0"/>
              <wp:positionH relativeFrom="margin">
                <wp:posOffset>-340</wp:posOffset>
              </wp:positionH>
              <wp:positionV relativeFrom="paragraph">
                <wp:posOffset>-672729</wp:posOffset>
              </wp:positionV>
              <wp:extent cx="6016625" cy="827511"/>
              <wp:effectExtent l="0" t="0" r="3175" b="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5963" cy="827511"/>
                        <a:chOff x="0" y="0"/>
                        <a:chExt cx="6015963" cy="827511"/>
                      </a:xfrm>
                    </wpg:grpSpPr>
                    <wpg:grpSp>
                      <wpg:cNvPr id="4" name="Gruppo 4"/>
                      <wpg:cNvGrpSpPr/>
                      <wpg:grpSpPr>
                        <a:xfrm>
                          <a:off x="0" y="0"/>
                          <a:ext cx="6015963" cy="664845"/>
                          <a:chOff x="139708" y="-84211"/>
                          <a:chExt cx="6018992" cy="668663"/>
                        </a:xfrm>
                      </wpg:grpSpPr>
                      <wps:wsp>
                        <wps:cNvPr id="5" name="Text Box 13"/>
                        <wps:cNvSpPr txBox="1"/>
                        <wps:spPr>
                          <a:xfrm>
                            <a:off x="954955" y="-84211"/>
                            <a:ext cx="4392811" cy="466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43EF33F7" w14:textId="77777777" w:rsidR="00D73897" w:rsidRPr="00ED06FB" w:rsidRDefault="00D73897" w:rsidP="00D73897">
                              <w:pPr>
                                <w:spacing w:after="0" w:line="192" w:lineRule="auto"/>
                                <w:jc w:val="center"/>
                                <w:rPr>
                                  <w:rFonts w:ascii="Calibri" w:hAnsi="Calibri" w:cs="Calibri"/>
                                  <w:b/>
                                  <w:color w:val="365F9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D06FB">
                                <w:rPr>
                                  <w:rFonts w:ascii="Calibri" w:hAnsi="Calibri" w:cs="Calibri"/>
                                  <w:b/>
                                  <w:color w:val="365F91"/>
                                  <w:sz w:val="28"/>
                                  <w:szCs w:val="28"/>
                                  <w:lang w:val="en-US"/>
                                </w:rPr>
                                <w:t xml:space="preserve">EUROPEAN UNION </w:t>
                              </w:r>
                            </w:p>
                            <w:p w14:paraId="4AA9694A" w14:textId="77777777" w:rsidR="00D73897" w:rsidRPr="00ED06FB" w:rsidRDefault="00D73897" w:rsidP="00D73897">
                              <w:pPr>
                                <w:spacing w:after="0" w:line="192" w:lineRule="auto"/>
                                <w:jc w:val="center"/>
                                <w:rPr>
                                  <w:rFonts w:ascii="Calibri" w:hAnsi="Calibri" w:cs="Calibri"/>
                                  <w:color w:val="365F91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D06FB">
                                <w:rPr>
                                  <w:rFonts w:ascii="Calibri" w:hAnsi="Calibri" w:cs="Calibri"/>
                                  <w:b/>
                                  <w:color w:val="365F91"/>
                                  <w:sz w:val="28"/>
                                  <w:szCs w:val="28"/>
                                  <w:lang w:val="en-US"/>
                                </w:rPr>
                                <w:t>ELECTION OBSERVATION MISSION</w:t>
                              </w:r>
                            </w:p>
                            <w:p w14:paraId="60391E90" w14:textId="77777777" w:rsidR="00D73897" w:rsidRPr="00E60405" w:rsidRDefault="00D73897" w:rsidP="00D73897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0567" y="76510"/>
                            <a:ext cx="758133" cy="507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Immagine 7" descr="D:\Documenti\LAVORO\AECOM\Proposals\GAMBIA\ANNEXES\640px-Flag_of_Europe.svg.png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08" y="76510"/>
                            <a:ext cx="759455" cy="506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8" name="Connettore diritto 8"/>
                      <wps:cNvCnPr/>
                      <wps:spPr>
                        <a:xfrm>
                          <a:off x="867963" y="426720"/>
                          <a:ext cx="4254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9" name="Text Box 13"/>
                      <wps:cNvSpPr txBox="1"/>
                      <wps:spPr>
                        <a:xfrm>
                          <a:off x="807720" y="437954"/>
                          <a:ext cx="4392295" cy="3895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E2BFF3A" w14:textId="77777777" w:rsidR="00D73897" w:rsidRPr="00E60405" w:rsidRDefault="004313E3" w:rsidP="005A5E96">
                            <w:pPr>
                              <w:spacing w:after="0" w:line="192" w:lineRule="auto"/>
                              <w:jc w:val="center"/>
                              <w:rPr>
                                <w:rFonts w:asciiTheme="majorHAnsi" w:hAnsiTheme="majorHAnsi" w:cstheme="majorHAnsi"/>
                                <w:bCs/>
                                <w:color w:val="365F91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Cs/>
                                <w:color w:val="365F91"/>
                                <w:sz w:val="30"/>
                                <w:szCs w:val="30"/>
                                <w:lang w:val="en-US"/>
                              </w:rPr>
                              <w:t>KENYA GENERAL</w:t>
                            </w:r>
                            <w:r w:rsidR="005A5E96" w:rsidRPr="00E60405">
                              <w:rPr>
                                <w:rFonts w:asciiTheme="majorHAnsi" w:hAnsiTheme="majorHAnsi" w:cstheme="majorHAnsi"/>
                                <w:bCs/>
                                <w:color w:val="365F91"/>
                                <w:sz w:val="30"/>
                                <w:szCs w:val="30"/>
                                <w:lang w:val="en-US"/>
                              </w:rPr>
                              <w:t xml:space="preserve"> </w:t>
                            </w:r>
                            <w:r w:rsidR="00D73897" w:rsidRPr="00E60405">
                              <w:rPr>
                                <w:rFonts w:asciiTheme="majorHAnsi" w:hAnsiTheme="majorHAnsi" w:cstheme="majorHAnsi"/>
                                <w:bCs/>
                                <w:color w:val="365F91"/>
                                <w:sz w:val="30"/>
                                <w:szCs w:val="30"/>
                                <w:lang w:val="en-US"/>
                              </w:rPr>
                              <w:t>ELECTION</w:t>
                            </w:r>
                            <w:r w:rsidR="00F11D86">
                              <w:rPr>
                                <w:rFonts w:asciiTheme="majorHAnsi" w:hAnsiTheme="majorHAnsi" w:cstheme="majorHAnsi"/>
                                <w:bCs/>
                                <w:color w:val="365F91"/>
                                <w:sz w:val="30"/>
                                <w:szCs w:val="30"/>
                                <w:lang w:val="en-US"/>
                              </w:rPr>
                              <w:t>S</w:t>
                            </w:r>
                            <w:r w:rsidR="000B143B">
                              <w:rPr>
                                <w:rFonts w:asciiTheme="majorHAnsi" w:hAnsiTheme="majorHAnsi" w:cstheme="majorHAnsi"/>
                                <w:bCs/>
                                <w:color w:val="365F91"/>
                                <w:sz w:val="30"/>
                                <w:szCs w:val="30"/>
                                <w:lang w:val="en-US"/>
                              </w:rPr>
                              <w:t xml:space="preserve"> 2017</w:t>
                            </w:r>
                          </w:p>
                          <w:p w14:paraId="68EB2823" w14:textId="77777777" w:rsidR="00D73897" w:rsidRDefault="00D73897" w:rsidP="00D738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6AC2B0" id="Gruppo 3" o:spid="_x0000_s1026" style="position:absolute;margin-left:-.05pt;margin-top:-52.95pt;width:473.75pt;height:65.15pt;z-index:251663360;mso-position-horizontal-relative:margin;mso-height-relative:margin" coordsize="60159,82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">
              <v:group id="Gruppo 4" o:spid="_x0000_s1027" style="position:absolute;width:60159;height:6648" coordorigin="1397,-842" coordsize="60189,6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9549;top:-842;width:43928;height:4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14:paraId="43EF33F7" w14:textId="77777777" w:rsidR="00D73897" w:rsidRPr="00ED06FB" w:rsidRDefault="00D73897" w:rsidP="00D73897">
                        <w:pPr>
                          <w:spacing w:after="0" w:line="192" w:lineRule="auto"/>
                          <w:jc w:val="center"/>
                          <w:rPr>
                            <w:rFonts w:ascii="Calibri" w:hAnsi="Calibri" w:cs="Calibri"/>
                            <w:b/>
                            <w:color w:val="365F91"/>
                            <w:sz w:val="28"/>
                            <w:szCs w:val="28"/>
                            <w:lang w:val="en-US"/>
                          </w:rPr>
                        </w:pPr>
                        <w:r w:rsidRPr="00ED06FB">
                          <w:rPr>
                            <w:rFonts w:ascii="Calibri" w:hAnsi="Calibri" w:cs="Calibri"/>
                            <w:b/>
                            <w:color w:val="365F91"/>
                            <w:sz w:val="28"/>
                            <w:szCs w:val="28"/>
                            <w:lang w:val="en-US"/>
                          </w:rPr>
                          <w:t xml:space="preserve">EUROPEAN UNION </w:t>
                        </w:r>
                      </w:p>
                      <w:p w14:paraId="4AA9694A" w14:textId="77777777" w:rsidR="00D73897" w:rsidRPr="00ED06FB" w:rsidRDefault="00D73897" w:rsidP="00D73897">
                        <w:pPr>
                          <w:spacing w:after="0" w:line="192" w:lineRule="auto"/>
                          <w:jc w:val="center"/>
                          <w:rPr>
                            <w:rFonts w:ascii="Calibri" w:hAnsi="Calibri" w:cs="Calibri"/>
                            <w:color w:val="365F91"/>
                            <w:sz w:val="18"/>
                            <w:szCs w:val="18"/>
                            <w:lang w:val="en-US"/>
                          </w:rPr>
                        </w:pPr>
                        <w:r w:rsidRPr="00ED06FB">
                          <w:rPr>
                            <w:rFonts w:ascii="Calibri" w:hAnsi="Calibri" w:cs="Calibri"/>
                            <w:b/>
                            <w:color w:val="365F91"/>
                            <w:sz w:val="28"/>
                            <w:szCs w:val="28"/>
                            <w:lang w:val="en-US"/>
                          </w:rPr>
                          <w:t>ELECTION OBSERVATION MISSION</w:t>
                        </w:r>
                      </w:p>
                      <w:p w14:paraId="60391E90" w14:textId="77777777" w:rsidR="00D73897" w:rsidRPr="00E60405" w:rsidRDefault="00D73897" w:rsidP="00D73897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9" type="#_x0000_t75" style="position:absolute;left:54005;top:765;width:7582;height:50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MpRS9AAAA2gAAAA8AAABkcnMvZG93bnJldi54bWxEj0sLwjAQhO+C/yGs4E1TRUSqUURUPAk+&#10;z0uzfWCzKU209d8bQfA4zMw3zGLVmlK8qHaFZQWjYQSCOLG64EzB9bIbzEA4j6yxtEwK3uRgtex2&#10;Fhhr2/CJXmefiQBhF6OC3PsqltIlORl0Q1sRBy+1tUEfZJ1JXWMT4KaU4yiaSoMFh4UcK9rklDzO&#10;T6Ngcr8XqNMmqU7N9pam4+i43T+U6vfa9RyEp9b/w7/2QSuYwvdKuAFy+Q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JsylFL0AAADaAAAADwAAAAAAAAAAAAAAAACfAgAAZHJz&#10;L2Rvd25yZXYueG1sUEsFBgAAAAAEAAQA9wAAAIkDAAAAAA==&#10;">
                  <v:imagedata r:id="rId3" o:title=""/>
                  <v:path arrowok="t"/>
                </v:shape>
                <v:shape id="Immagine 7" o:spid="_x0000_s1030" type="#_x0000_t75" style="position:absolute;left:1397;top:765;width:7594;height:50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bD1jEAAAA2gAAAA8AAABkcnMvZG93bnJldi54bWxEj81rAjEUxO+F/g/hCb3VrD20djWKFAqt&#10;ItSPg8fn5u2HJi9LEnXrX28KQo/DzPyGGU87a8SZfGgcKxj0MxDEhdMNVwq2m8/nIYgQkTUax6Tg&#10;lwJMJ48PY8y1u/CKzutYiQThkKOCOsY2lzIUNVkMfdcSJ6903mJM0ldSe7wkuDXyJctepcWG00KN&#10;LX3UVBzXJ6tgd9XGL3+Kw1WXVJp3ni++93OlnnrdbAQiUhf/w/f2l1bwBn9X0g2Qk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1bD1jEAAAA2gAAAA8AAAAAAAAAAAAAAAAA&#10;nwIAAGRycy9kb3ducmV2LnhtbFBLBQYAAAAABAAEAPcAAACQAwAAAAA=&#10;">
                  <v:imagedata r:id="rId4" o:title="640px-Flag_of_Europe.svg"/>
                  <v:path arrowok="t"/>
                </v:shape>
              </v:group>
              <v:line id="Connettore diritto 8" o:spid="_x0000_s1031" style="position:absolute;visibility:visible;mso-wrap-style:square" from="8679,4267" to="51224,4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olgsEAAADaAAAADwAAAGRycy9kb3ducmV2LnhtbERPXWvCMBR9H/gfwhX2tqYtQ0Y1iggF&#10;GRM2taBvl+baFJub2mTa/fvlYbDHw/lerEbbiTsNvnWsIEtSEMS10y03Co6H8uUNhA/IGjvHpOCH&#10;PKyWk6cFFto9+Ivu+9CIGMK+QAUmhL6Q0teGLPrE9cSRu7jBYohwaKQe8BHDbSfzNJ1Jiy3HBoM9&#10;bQzV1/23VXBuL+bm8/f8Ixyr3efrKZvtqlKp5+m4noMINIZ/8Z97qxXErfFKvAFy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eiWCwQAAANoAAAAPAAAAAAAAAAAAAAAA&#10;AKECAABkcnMvZG93bnJldi54bWxQSwUGAAAAAAQABAD5AAAAjwMAAAAA&#10;" strokecolor="#376092" strokeweight=".5pt"/>
              <v:shape id="Text Box 13" o:spid="_x0000_s1032" type="#_x0000_t202" style="position:absolute;left:8077;top:4379;width:43923;height:3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<v:textbox>
                  <w:txbxContent>
                    <w:p w14:paraId="2E2BFF3A" w14:textId="77777777" w:rsidR="00D73897" w:rsidRPr="00E60405" w:rsidRDefault="004313E3" w:rsidP="005A5E96">
                      <w:pPr>
                        <w:spacing w:after="0" w:line="192" w:lineRule="auto"/>
                        <w:jc w:val="center"/>
                        <w:rPr>
                          <w:rFonts w:asciiTheme="majorHAnsi" w:hAnsiTheme="majorHAnsi" w:cstheme="majorHAnsi"/>
                          <w:bCs/>
                          <w:color w:val="365F91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bCs/>
                          <w:color w:val="365F91"/>
                          <w:sz w:val="30"/>
                          <w:szCs w:val="30"/>
                          <w:lang w:val="en-US"/>
                        </w:rPr>
                        <w:t>KENYA GENERAL</w:t>
                      </w:r>
                      <w:r w:rsidR="005A5E96" w:rsidRPr="00E60405">
                        <w:rPr>
                          <w:rFonts w:asciiTheme="majorHAnsi" w:hAnsiTheme="majorHAnsi" w:cstheme="majorHAnsi"/>
                          <w:bCs/>
                          <w:color w:val="365F91"/>
                          <w:sz w:val="30"/>
                          <w:szCs w:val="30"/>
                          <w:lang w:val="en-US"/>
                        </w:rPr>
                        <w:t xml:space="preserve"> </w:t>
                      </w:r>
                      <w:r w:rsidR="00D73897" w:rsidRPr="00E60405">
                        <w:rPr>
                          <w:rFonts w:asciiTheme="majorHAnsi" w:hAnsiTheme="majorHAnsi" w:cstheme="majorHAnsi"/>
                          <w:bCs/>
                          <w:color w:val="365F91"/>
                          <w:sz w:val="30"/>
                          <w:szCs w:val="30"/>
                          <w:lang w:val="en-US"/>
                        </w:rPr>
                        <w:t>ELECTION</w:t>
                      </w:r>
                      <w:r w:rsidR="00F11D86">
                        <w:rPr>
                          <w:rFonts w:asciiTheme="majorHAnsi" w:hAnsiTheme="majorHAnsi" w:cstheme="majorHAnsi"/>
                          <w:bCs/>
                          <w:color w:val="365F91"/>
                          <w:sz w:val="30"/>
                          <w:szCs w:val="30"/>
                          <w:lang w:val="en-US"/>
                        </w:rPr>
                        <w:t>S</w:t>
                      </w:r>
                      <w:r w:rsidR="000B143B">
                        <w:rPr>
                          <w:rFonts w:asciiTheme="majorHAnsi" w:hAnsiTheme="majorHAnsi" w:cstheme="majorHAnsi"/>
                          <w:bCs/>
                          <w:color w:val="365F91"/>
                          <w:sz w:val="30"/>
                          <w:szCs w:val="30"/>
                          <w:lang w:val="en-US"/>
                        </w:rPr>
                        <w:t xml:space="preserve"> 2017</w:t>
                      </w:r>
                    </w:p>
                    <w:p w14:paraId="68EB2823" w14:textId="77777777" w:rsidR="00D73897" w:rsidRDefault="00D73897" w:rsidP="00D73897"/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73331"/>
    <w:multiLevelType w:val="hybridMultilevel"/>
    <w:tmpl w:val="9D287F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B63A2"/>
    <w:rsid w:val="00010A8A"/>
    <w:rsid w:val="00025200"/>
    <w:rsid w:val="000B143B"/>
    <w:rsid w:val="00136465"/>
    <w:rsid w:val="001F5741"/>
    <w:rsid w:val="00271B6F"/>
    <w:rsid w:val="00345014"/>
    <w:rsid w:val="00345B65"/>
    <w:rsid w:val="004026FB"/>
    <w:rsid w:val="00407C92"/>
    <w:rsid w:val="004313E3"/>
    <w:rsid w:val="00437AE6"/>
    <w:rsid w:val="00454125"/>
    <w:rsid w:val="004915E4"/>
    <w:rsid w:val="004F77D9"/>
    <w:rsid w:val="00542440"/>
    <w:rsid w:val="005457CE"/>
    <w:rsid w:val="00587EFB"/>
    <w:rsid w:val="0059360C"/>
    <w:rsid w:val="005A4F12"/>
    <w:rsid w:val="005A5E96"/>
    <w:rsid w:val="005B04D8"/>
    <w:rsid w:val="00642380"/>
    <w:rsid w:val="00653D12"/>
    <w:rsid w:val="006948A1"/>
    <w:rsid w:val="0069664D"/>
    <w:rsid w:val="00696E0A"/>
    <w:rsid w:val="00735EB8"/>
    <w:rsid w:val="007464B3"/>
    <w:rsid w:val="00765B53"/>
    <w:rsid w:val="007725E1"/>
    <w:rsid w:val="00773BFC"/>
    <w:rsid w:val="007801CD"/>
    <w:rsid w:val="007A6678"/>
    <w:rsid w:val="007A66C8"/>
    <w:rsid w:val="00804F64"/>
    <w:rsid w:val="008112C1"/>
    <w:rsid w:val="00822DA7"/>
    <w:rsid w:val="008A3267"/>
    <w:rsid w:val="008B11A1"/>
    <w:rsid w:val="0090257D"/>
    <w:rsid w:val="009567B7"/>
    <w:rsid w:val="00990A89"/>
    <w:rsid w:val="009C6552"/>
    <w:rsid w:val="009E51CC"/>
    <w:rsid w:val="00A21C7F"/>
    <w:rsid w:val="00A90762"/>
    <w:rsid w:val="00AA3E11"/>
    <w:rsid w:val="00AB63A2"/>
    <w:rsid w:val="00B3560C"/>
    <w:rsid w:val="00B451C4"/>
    <w:rsid w:val="00B83BAB"/>
    <w:rsid w:val="00B956FA"/>
    <w:rsid w:val="00C476A9"/>
    <w:rsid w:val="00C71C35"/>
    <w:rsid w:val="00C8209F"/>
    <w:rsid w:val="00C9116D"/>
    <w:rsid w:val="00C911A2"/>
    <w:rsid w:val="00D17DFB"/>
    <w:rsid w:val="00D26081"/>
    <w:rsid w:val="00D4475E"/>
    <w:rsid w:val="00D6796E"/>
    <w:rsid w:val="00D719D2"/>
    <w:rsid w:val="00D73897"/>
    <w:rsid w:val="00D94084"/>
    <w:rsid w:val="00DF2B4B"/>
    <w:rsid w:val="00E60405"/>
    <w:rsid w:val="00E65350"/>
    <w:rsid w:val="00ED06FB"/>
    <w:rsid w:val="00EF0528"/>
    <w:rsid w:val="00F11D86"/>
    <w:rsid w:val="00F80FB0"/>
    <w:rsid w:val="00FA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0CC194"/>
  <w15:docId w15:val="{B6484407-7F8E-4DC6-A65A-F6C70036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A2"/>
  </w:style>
  <w:style w:type="paragraph" w:styleId="Footer">
    <w:name w:val="footer"/>
    <w:basedOn w:val="Normal"/>
    <w:link w:val="FooterChar"/>
    <w:uiPriority w:val="99"/>
    <w:unhideWhenUsed/>
    <w:rsid w:val="00AB63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A2"/>
  </w:style>
  <w:style w:type="character" w:styleId="Hyperlink">
    <w:name w:val="Hyperlink"/>
    <w:basedOn w:val="DefaultParagraphFont"/>
    <w:uiPriority w:val="99"/>
    <w:unhideWhenUsed/>
    <w:rsid w:val="00ED06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350"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semiHidden/>
    <w:unhideWhenUsed/>
    <w:rsid w:val="005B04D8"/>
    <w:rPr>
      <w:color w:val="2B579A"/>
      <w:shd w:val="clear" w:color="auto" w:fill="E6E6E6"/>
    </w:rPr>
  </w:style>
  <w:style w:type="paragraph" w:customStyle="1" w:styleId="p3">
    <w:name w:val="p3"/>
    <w:basedOn w:val="Normal"/>
    <w:rsid w:val="00F80FB0"/>
    <w:pPr>
      <w:spacing w:after="0" w:line="240" w:lineRule="auto"/>
    </w:pPr>
    <w:rPr>
      <w:rFonts w:ascii=".SF UI Text" w:hAnsi=".SF UI Text" w:cs="Calibri"/>
      <w:color w:val="454545"/>
      <w:sz w:val="26"/>
      <w:szCs w:val="26"/>
      <w:lang w:val="en-US"/>
    </w:rPr>
  </w:style>
  <w:style w:type="paragraph" w:customStyle="1" w:styleId="p6">
    <w:name w:val="p6"/>
    <w:basedOn w:val="Normal"/>
    <w:rsid w:val="00F80FB0"/>
    <w:pPr>
      <w:spacing w:after="0" w:line="240" w:lineRule="auto"/>
    </w:pPr>
    <w:rPr>
      <w:rFonts w:ascii=".SF UI Text" w:hAnsi=".SF UI Text" w:cs="Calibri"/>
      <w:color w:val="E4AF0A"/>
      <w:sz w:val="26"/>
      <w:szCs w:val="26"/>
      <w:lang w:val="en-US"/>
    </w:rPr>
  </w:style>
  <w:style w:type="character" w:customStyle="1" w:styleId="s1">
    <w:name w:val="s1"/>
    <w:basedOn w:val="DefaultParagraphFont"/>
    <w:rsid w:val="00F80FB0"/>
    <w:rPr>
      <w:rFonts w:ascii=".SFUIText" w:hAnsi=".SFUIText" w:hint="default"/>
      <w:b w:val="0"/>
      <w:bCs w:val="0"/>
      <w:i w:val="0"/>
      <w:iCs w:val="0"/>
      <w:sz w:val="34"/>
      <w:szCs w:val="34"/>
    </w:rPr>
  </w:style>
  <w:style w:type="character" w:customStyle="1" w:styleId="s4">
    <w:name w:val="s4"/>
    <w:basedOn w:val="DefaultParagraphFont"/>
    <w:rsid w:val="00F80FB0"/>
    <w:rPr>
      <w:rFonts w:ascii=".SFUIText-Bold" w:hAnsi=".SFUIText-Bold" w:hint="default"/>
      <w:b/>
      <w:bCs/>
      <w:i w:val="0"/>
      <w:iCs w:val="0"/>
      <w:sz w:val="34"/>
      <w:szCs w:val="34"/>
      <w:u w:val="single"/>
    </w:rPr>
  </w:style>
  <w:style w:type="character" w:customStyle="1" w:styleId="s6">
    <w:name w:val="s6"/>
    <w:basedOn w:val="DefaultParagraphFont"/>
    <w:rsid w:val="00F80FB0"/>
    <w:rPr>
      <w:rFonts w:ascii=".SFUIText-Italic" w:hAnsi=".SFUIText-Italic" w:hint="default"/>
      <w:b w:val="0"/>
      <w:bCs w:val="0"/>
      <w:i/>
      <w:iCs/>
      <w:sz w:val="34"/>
      <w:szCs w:val="34"/>
    </w:rPr>
  </w:style>
  <w:style w:type="character" w:customStyle="1" w:styleId="s8">
    <w:name w:val="s8"/>
    <w:basedOn w:val="DefaultParagraphFont"/>
    <w:rsid w:val="00F80FB0"/>
    <w:rPr>
      <w:rFonts w:ascii=".SFUIText-Italic" w:hAnsi=".SFUIText-Italic" w:hint="default"/>
      <w:b w:val="0"/>
      <w:bCs w:val="0"/>
      <w:i/>
      <w:iCs/>
      <w:color w:val="454545"/>
      <w:sz w:val="34"/>
      <w:szCs w:val="34"/>
    </w:rPr>
  </w:style>
  <w:style w:type="character" w:customStyle="1" w:styleId="s9">
    <w:name w:val="s9"/>
    <w:basedOn w:val="DefaultParagraphFont"/>
    <w:rsid w:val="00F80FB0"/>
    <w:rPr>
      <w:rFonts w:ascii=".SFUIText-Italic" w:hAnsi=".SFUIText-Italic" w:hint="default"/>
      <w:b w:val="0"/>
      <w:bCs w:val="0"/>
      <w:i/>
      <w:iCs/>
      <w:color w:val="E4AF0A"/>
      <w:sz w:val="34"/>
      <w:szCs w:val="34"/>
      <w:u w:val="single"/>
    </w:rPr>
  </w:style>
  <w:style w:type="character" w:styleId="CommentReference">
    <w:name w:val="annotation reference"/>
    <w:basedOn w:val="DefaultParagraphFont"/>
    <w:semiHidden/>
    <w:rsid w:val="00C911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16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C9116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D6796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mail-p3">
    <w:name w:val="gmail-p3"/>
    <w:basedOn w:val="Normal"/>
    <w:rsid w:val="005457CE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E6"/>
    <w:pPr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E6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%20254%200740%200332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aul.anderson@eueomkenya2017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15E7BFA1</Template>
  <TotalTime>0</TotalTime>
  <Pages>1</Pages>
  <Words>389</Words>
  <Characters>2219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Grasso</dc:creator>
  <cp:lastModifiedBy>VERMEULEN Mathias </cp:lastModifiedBy>
  <cp:revision>2</cp:revision>
  <cp:lastPrinted>2017-09-11T06:44:00Z</cp:lastPrinted>
  <dcterms:created xsi:type="dcterms:W3CDTF">2017-09-14T07:35:00Z</dcterms:created>
  <dcterms:modified xsi:type="dcterms:W3CDTF">2017-09-14T07:35:00Z</dcterms:modified>
</cp:coreProperties>
</file>